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1A" w:rsidRPr="00A5490C" w:rsidRDefault="009B361A" w:rsidP="003B425C">
      <w:pPr>
        <w:spacing w:line="360" w:lineRule="auto"/>
        <w:jc w:val="center"/>
        <w:rPr>
          <w:rFonts w:ascii="MV Boli" w:hAnsi="MV Boli" w:cs="MV Boli"/>
          <w:b/>
          <w:sz w:val="40"/>
        </w:rPr>
      </w:pPr>
      <w:r w:rsidRPr="00A5490C">
        <w:rPr>
          <w:rFonts w:ascii="MV Boli" w:hAnsi="MV Boli" w:cs="MV Boli"/>
          <w:b/>
          <w:sz w:val="40"/>
        </w:rPr>
        <w:t>Torneo di giochi matematici a squadre</w:t>
      </w:r>
    </w:p>
    <w:p w:rsidR="009B361A" w:rsidRPr="00A5490C" w:rsidRDefault="009B361A" w:rsidP="003B425C">
      <w:pPr>
        <w:spacing w:line="360" w:lineRule="auto"/>
        <w:jc w:val="center"/>
        <w:rPr>
          <w:rFonts w:ascii="MV Boli" w:hAnsi="MV Boli" w:cs="MV Boli"/>
          <w:b/>
          <w:sz w:val="36"/>
        </w:rPr>
      </w:pPr>
      <w:r w:rsidRPr="00A5490C">
        <w:rPr>
          <w:rFonts w:ascii="MV Boli" w:hAnsi="MV Boli" w:cs="MV Boli"/>
          <w:b/>
          <w:sz w:val="36"/>
        </w:rPr>
        <w:t>Città di Busto Arsizio</w:t>
      </w:r>
    </w:p>
    <w:p w:rsidR="009B361A" w:rsidRPr="00A5490C" w:rsidRDefault="009B361A" w:rsidP="003B425C">
      <w:pPr>
        <w:spacing w:line="360" w:lineRule="auto"/>
        <w:jc w:val="center"/>
        <w:rPr>
          <w:rFonts w:ascii="MV Boli" w:hAnsi="MV Boli" w:cs="MV Boli"/>
          <w:b/>
          <w:sz w:val="32"/>
        </w:rPr>
      </w:pPr>
      <w:r>
        <w:rPr>
          <w:rFonts w:ascii="MV Boli" w:hAnsi="MV Boli" w:cs="MV Boli"/>
          <w:b/>
          <w:sz w:val="32"/>
        </w:rPr>
        <w:t>24 Marzo 2018</w:t>
      </w:r>
    </w:p>
    <w:p w:rsidR="009B361A" w:rsidRDefault="009B361A" w:rsidP="00387547">
      <w:pPr>
        <w:jc w:val="center"/>
        <w:rPr>
          <w:rFonts w:ascii="Bookman Old Style" w:hAnsi="Bookman Old Style"/>
          <w:b/>
          <w:sz w:val="40"/>
        </w:rPr>
      </w:pPr>
    </w:p>
    <w:p w:rsidR="009B361A" w:rsidRPr="003B425C" w:rsidRDefault="009B361A" w:rsidP="00387547">
      <w:pPr>
        <w:jc w:val="center"/>
        <w:rPr>
          <w:rFonts w:ascii="Bookman Old Style" w:hAnsi="Bookman Old Style"/>
          <w:b/>
          <w:sz w:val="36"/>
          <w:szCs w:val="36"/>
        </w:rPr>
      </w:pPr>
      <w:r w:rsidRPr="003B425C">
        <w:rPr>
          <w:rFonts w:ascii="Bookman Old Style" w:hAnsi="Bookman Old Style"/>
          <w:b/>
          <w:sz w:val="36"/>
          <w:szCs w:val="36"/>
        </w:rPr>
        <w:t>CLASSE PRIMA</w:t>
      </w:r>
    </w:p>
    <w:p w:rsidR="009B361A" w:rsidRPr="003B425C" w:rsidRDefault="009B361A" w:rsidP="00387547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9B361A" w:rsidRDefault="009B361A" w:rsidP="00364A14">
      <w:pPr>
        <w:tabs>
          <w:tab w:val="left" w:pos="180"/>
        </w:tabs>
        <w:ind w:right="-54"/>
        <w:jc w:val="both"/>
        <w:rPr>
          <w:rFonts w:ascii="Bookman Old Style" w:hAnsi="Bookman Old Style" w:cs="Arial"/>
          <w:b/>
          <w:bCs/>
        </w:rPr>
      </w:pPr>
    </w:p>
    <w:p w:rsidR="009B361A" w:rsidRPr="003B425C" w:rsidRDefault="009B361A" w:rsidP="003B425C">
      <w:pPr>
        <w:pStyle w:val="ListParagraph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POTENZA MISTERIOSA </w:t>
      </w:r>
    </w:p>
    <w:p w:rsidR="009B361A" w:rsidRPr="001E53B2" w:rsidRDefault="009B361A" w:rsidP="003B425C">
      <w:pPr>
        <w:pStyle w:val="ListParagraph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B361A" w:rsidRDefault="009B361A" w:rsidP="005C3C05">
      <w:pPr>
        <w:pStyle w:val="ListParagraph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Qual è la metà di 2</w:t>
      </w:r>
      <w:r>
        <w:rPr>
          <w:rFonts w:ascii="Times New Roman" w:hAnsi="Times New Roman"/>
          <w:sz w:val="24"/>
          <w:szCs w:val="24"/>
          <w:vertAlign w:val="superscript"/>
          <w:lang w:eastAsia="it-IT"/>
        </w:rPr>
        <w:t>32</w:t>
      </w:r>
      <w:r>
        <w:rPr>
          <w:rFonts w:ascii="Times New Roman" w:hAnsi="Times New Roman"/>
          <w:sz w:val="24"/>
          <w:szCs w:val="24"/>
          <w:lang w:eastAsia="it-IT"/>
        </w:rPr>
        <w:t xml:space="preserve"> ?  </w:t>
      </w:r>
    </w:p>
    <w:p w:rsidR="009B361A" w:rsidRPr="005C3C05" w:rsidRDefault="009B361A" w:rsidP="005C3C05">
      <w:pPr>
        <w:pStyle w:val="ListParagraph"/>
        <w:jc w:val="both"/>
        <w:rPr>
          <w:rFonts w:ascii="Times New Roman" w:hAnsi="Times New Roman"/>
          <w:sz w:val="24"/>
          <w:szCs w:val="24"/>
          <w:vertAlign w:val="superscript"/>
          <w:lang w:eastAsia="it-IT"/>
        </w:rPr>
      </w:pPr>
    </w:p>
    <w:p w:rsidR="009B361A" w:rsidRPr="008614AE" w:rsidRDefault="009B361A" w:rsidP="003B425C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IL PUNTO INTERROGATIVO  </w:t>
      </w:r>
    </w:p>
    <w:p w:rsidR="009B361A" w:rsidRDefault="009B361A" w:rsidP="008614AE">
      <w:pPr>
        <w:spacing w:line="276" w:lineRule="auto"/>
        <w:ind w:left="708"/>
      </w:pPr>
      <w:r>
        <w:t xml:space="preserve">A quale numero corrisponde il punto interrogativo?     </w:t>
      </w:r>
    </w:p>
    <w:p w:rsidR="009B361A" w:rsidRPr="009A203B" w:rsidRDefault="009B361A" w:rsidP="009A203B">
      <w:pPr>
        <w:spacing w:line="276" w:lineRule="auto"/>
        <w:ind w:left="708"/>
      </w:pPr>
      <w:r>
        <w:t xml:space="preserve">5   11   ?    ;    9  19   39  ;   13   27   55           </w:t>
      </w:r>
      <w:r>
        <w:rPr>
          <w:b/>
          <w:sz w:val="28"/>
          <w:szCs w:val="28"/>
        </w:rPr>
        <w:t xml:space="preserve">  </w:t>
      </w:r>
    </w:p>
    <w:p w:rsidR="009B361A" w:rsidRDefault="009B361A" w:rsidP="003C3FAD">
      <w:pPr>
        <w:spacing w:line="276" w:lineRule="auto"/>
        <w:jc w:val="both"/>
        <w:rPr>
          <w:b/>
        </w:rPr>
      </w:pPr>
    </w:p>
    <w:p w:rsidR="009B361A" w:rsidRPr="003C3FAD" w:rsidRDefault="009B361A" w:rsidP="00FA1D99">
      <w:pPr>
        <w:numPr>
          <w:ilvl w:val="0"/>
          <w:numId w:val="20"/>
        </w:numPr>
        <w:spacing w:line="276" w:lineRule="auto"/>
        <w:jc w:val="both"/>
        <w:rPr>
          <w:b/>
          <w:color w:val="FF0000"/>
        </w:rPr>
      </w:pPr>
      <w:r w:rsidRPr="003C3FAD">
        <w:rPr>
          <w:b/>
        </w:rPr>
        <w:t>L’INTRUSO</w:t>
      </w:r>
      <w:r>
        <w:rPr>
          <w:b/>
        </w:rPr>
        <w:t xml:space="preserve"> </w:t>
      </w:r>
    </w:p>
    <w:p w:rsidR="009B361A" w:rsidRDefault="009B361A" w:rsidP="00484221">
      <w:pPr>
        <w:spacing w:line="276" w:lineRule="auto"/>
        <w:ind w:left="708"/>
      </w:pPr>
    </w:p>
    <w:p w:rsidR="009B361A" w:rsidRDefault="009B361A" w:rsidP="00FA1D99">
      <w:pPr>
        <w:spacing w:line="276" w:lineRule="auto"/>
        <w:ind w:left="708"/>
        <w:jc w:val="both"/>
      </w:pPr>
      <w:r w:rsidRPr="00F76B81">
        <w:t>Una delle sei figure</w:t>
      </w:r>
      <w:r>
        <w:t xml:space="preserve"> date è da scartare perché non è logicamente  dello stesso tipo. Qual è? </w:t>
      </w:r>
    </w:p>
    <w:p w:rsidR="009B361A" w:rsidRDefault="009B361A" w:rsidP="00370AE1">
      <w:pPr>
        <w:spacing w:line="276" w:lineRule="auto"/>
        <w:ind w:left="708"/>
        <w:jc w:val="center"/>
      </w:pPr>
      <w:r w:rsidRPr="00AE5EC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8" o:spid="_x0000_i1025" type="#_x0000_t75" style="width:257.25pt;height:169.5pt;visibility:visible">
            <v:imagedata r:id="rId7" o:title=""/>
          </v:shape>
        </w:pict>
      </w:r>
      <w:bookmarkStart w:id="0" w:name="_GoBack"/>
      <w:bookmarkEnd w:id="0"/>
    </w:p>
    <w:p w:rsidR="009B361A" w:rsidRDefault="009B361A" w:rsidP="007079B2">
      <w:pPr>
        <w:spacing w:line="276" w:lineRule="auto"/>
        <w:ind w:left="708"/>
        <w:jc w:val="both"/>
      </w:pPr>
    </w:p>
    <w:p w:rsidR="009B361A" w:rsidRDefault="009B361A" w:rsidP="007079B2">
      <w:pPr>
        <w:spacing w:line="276" w:lineRule="auto"/>
        <w:ind w:left="708"/>
        <w:jc w:val="both"/>
      </w:pPr>
    </w:p>
    <w:p w:rsidR="009B361A" w:rsidRDefault="009B361A" w:rsidP="009A203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L’EQUILIBRIO </w:t>
      </w:r>
    </w:p>
    <w:p w:rsidR="009B361A" w:rsidRPr="003C3FAD" w:rsidRDefault="009B361A" w:rsidP="005C3C05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9B361A" w:rsidRPr="003C3FAD" w:rsidRDefault="009B361A" w:rsidP="009A203B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3C3FAD">
        <w:rPr>
          <w:rFonts w:ascii="Times New Roman" w:hAnsi="Times New Roman"/>
          <w:sz w:val="24"/>
          <w:szCs w:val="24"/>
        </w:rPr>
        <w:t>Si hanno a disposizione sei pesi da 2, 3, 5, 7, 9, 10 ettogrammi. Cinque di essi vengono posti sui due piatti di una bilancia in modo che essa</w:t>
      </w:r>
      <w:r>
        <w:rPr>
          <w:rFonts w:ascii="Times New Roman" w:hAnsi="Times New Roman"/>
          <w:sz w:val="24"/>
          <w:szCs w:val="24"/>
        </w:rPr>
        <w:t xml:space="preserve"> si trovi in equilibrio. Qual </w:t>
      </w:r>
      <w:r w:rsidRPr="003C3FAD">
        <w:rPr>
          <w:rFonts w:ascii="Times New Roman" w:hAnsi="Times New Roman"/>
          <w:sz w:val="24"/>
          <w:szCs w:val="24"/>
        </w:rPr>
        <w:t>è il peso escluso?</w:t>
      </w:r>
      <w:r w:rsidRPr="003C3FAD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9B361A" w:rsidRDefault="009B361A" w:rsidP="00135F59">
      <w:pPr>
        <w:jc w:val="both"/>
        <w:rPr>
          <w:b/>
        </w:rPr>
      </w:pPr>
    </w:p>
    <w:p w:rsidR="009B361A" w:rsidRDefault="009B361A" w:rsidP="00135F59">
      <w:pPr>
        <w:jc w:val="both"/>
        <w:rPr>
          <w:b/>
        </w:rPr>
      </w:pPr>
    </w:p>
    <w:p w:rsidR="009B361A" w:rsidRPr="00135F59" w:rsidRDefault="009B361A" w:rsidP="00135F59">
      <w:pPr>
        <w:jc w:val="both"/>
        <w:rPr>
          <w:b/>
        </w:rPr>
      </w:pPr>
    </w:p>
    <w:p w:rsidR="009B361A" w:rsidRDefault="009B361A" w:rsidP="003B425C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E93B9E">
        <w:rPr>
          <w:rFonts w:ascii="Times New Roman" w:hAnsi="Times New Roman"/>
          <w:b/>
          <w:sz w:val="24"/>
          <w:szCs w:val="24"/>
        </w:rPr>
        <w:t>LE BUGIE DI PINOCCHIO</w:t>
      </w:r>
    </w:p>
    <w:p w:rsidR="009B361A" w:rsidRDefault="009B361A" w:rsidP="00E93B9E">
      <w:pPr>
        <w:pStyle w:val="ListParagraph"/>
        <w:rPr>
          <w:rFonts w:ascii="Times New Roman" w:hAnsi="Times New Roman"/>
          <w:sz w:val="24"/>
          <w:szCs w:val="24"/>
        </w:rPr>
      </w:pPr>
    </w:p>
    <w:p w:rsidR="009B361A" w:rsidRDefault="009B361A" w:rsidP="00132AF4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E93B9E">
        <w:rPr>
          <w:rFonts w:ascii="Times New Roman" w:hAnsi="Times New Roman"/>
          <w:sz w:val="24"/>
          <w:szCs w:val="24"/>
        </w:rPr>
        <w:t xml:space="preserve">Il naso di Pinocchio </w:t>
      </w:r>
      <w:r>
        <w:rPr>
          <w:rFonts w:ascii="Times New Roman" w:hAnsi="Times New Roman"/>
          <w:sz w:val="24"/>
          <w:szCs w:val="24"/>
        </w:rPr>
        <w:t>è lungo 5 cm. Quando Pinocchio dice una bugia la Fata dai capelli turchini glielo fa allungare di  3 cm, ma quando Pinocchio dà una risposta sincera la Fata glielo fa accorciare di 2 cm. Alla fine il naso è lungo 20 cm ed ha detto 7 bugie. Quante risposte sincere ha dato?</w:t>
      </w:r>
    </w:p>
    <w:p w:rsidR="009B361A" w:rsidRPr="00E93B9E" w:rsidRDefault="009B361A" w:rsidP="00E93B9E">
      <w:pPr>
        <w:pStyle w:val="ListParagraph"/>
        <w:rPr>
          <w:rFonts w:ascii="Times New Roman" w:hAnsi="Times New Roman"/>
          <w:sz w:val="24"/>
          <w:szCs w:val="24"/>
        </w:rPr>
      </w:pPr>
    </w:p>
    <w:p w:rsidR="009B361A" w:rsidRDefault="009B361A" w:rsidP="003B425C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LA FESTA DI GABRIELE E FILIPPO  </w:t>
      </w:r>
    </w:p>
    <w:p w:rsidR="009B361A" w:rsidRPr="00256061" w:rsidRDefault="009B361A" w:rsidP="00132AF4">
      <w:pPr>
        <w:spacing w:line="276" w:lineRule="auto"/>
        <w:ind w:left="708"/>
        <w:jc w:val="both"/>
      </w:pPr>
      <w:r>
        <w:t xml:space="preserve">Filippo e Gabriele comprano lo stesso tipo di pizzette e frittelle per la loro festicciola; Filippo per 4 confezioni di pizzette e due di frittelle spende 52 euro, mentre Gabriele per acquistare 3 confezioni di pizzette e 6 di frittelle, spende 66 euro. Quanto costa una confezione di pizzette? </w:t>
      </w:r>
    </w:p>
    <w:p w:rsidR="009B361A" w:rsidRPr="009574A8" w:rsidRDefault="009B361A" w:rsidP="00132AF4">
      <w:pPr>
        <w:jc w:val="both"/>
        <w:rPr>
          <w:b/>
        </w:rPr>
      </w:pPr>
    </w:p>
    <w:p w:rsidR="009B361A" w:rsidRDefault="009B361A" w:rsidP="00132AF4">
      <w:pPr>
        <w:numPr>
          <w:ilvl w:val="0"/>
          <w:numId w:val="20"/>
        </w:numPr>
        <w:spacing w:after="200" w:line="276" w:lineRule="auto"/>
        <w:contextualSpacing/>
        <w:jc w:val="both"/>
        <w:rPr>
          <w:b/>
          <w:lang w:eastAsia="en-US"/>
        </w:rPr>
      </w:pPr>
      <w:r w:rsidRPr="006814DC">
        <w:rPr>
          <w:b/>
          <w:lang w:eastAsia="en-US"/>
        </w:rPr>
        <w:t>UNA VENEZIANA  A BARCELLONA</w:t>
      </w:r>
      <w:r>
        <w:rPr>
          <w:b/>
          <w:lang w:eastAsia="en-US"/>
        </w:rPr>
        <w:t xml:space="preserve"> </w:t>
      </w:r>
    </w:p>
    <w:p w:rsidR="009B361A" w:rsidRPr="006814DC" w:rsidRDefault="009B361A" w:rsidP="00132AF4">
      <w:pPr>
        <w:spacing w:after="200" w:line="276" w:lineRule="auto"/>
        <w:ind w:left="720"/>
        <w:contextualSpacing/>
        <w:jc w:val="both"/>
        <w:rPr>
          <w:b/>
          <w:lang w:eastAsia="en-US"/>
        </w:rPr>
      </w:pPr>
    </w:p>
    <w:p w:rsidR="009B361A" w:rsidRPr="006814DC" w:rsidRDefault="009B361A" w:rsidP="00132AF4">
      <w:pPr>
        <w:spacing w:after="200" w:line="276" w:lineRule="auto"/>
        <w:ind w:left="720"/>
        <w:contextualSpacing/>
        <w:jc w:val="both"/>
        <w:rPr>
          <w:lang w:eastAsia="en-US"/>
        </w:rPr>
      </w:pPr>
      <w:r w:rsidRPr="006814DC">
        <w:rPr>
          <w:lang w:eastAsia="en-US"/>
        </w:rPr>
        <w:t>Stefania  è a Barcellona per la finale internazionale dei giochi matematici e vuole portare a casa un piccolo ricordo per sua figlia. È in dubbio</w:t>
      </w:r>
      <w:r>
        <w:rPr>
          <w:lang w:eastAsia="en-US"/>
        </w:rPr>
        <w:t xml:space="preserve"> su 11 souvenir, i cui prezzi (</w:t>
      </w:r>
      <w:r w:rsidRPr="006814DC">
        <w:rPr>
          <w:lang w:eastAsia="en-US"/>
        </w:rPr>
        <w:t>tutti diversi tra loro) sono dati dai numeri interi che vanno da 5 a 15</w:t>
      </w:r>
      <w:r>
        <w:rPr>
          <w:lang w:eastAsia="en-US"/>
        </w:rPr>
        <w:t xml:space="preserve"> euro. Quanti pezzi (</w:t>
      </w:r>
      <w:r w:rsidRPr="006814DC">
        <w:rPr>
          <w:lang w:eastAsia="en-US"/>
        </w:rPr>
        <w:t>monete o banconote) ha Stefania al minimo nel suo borsellino per essere sicura di poter  pagare esattamente, senza resto, qualunque degli 11 souvenir</w:t>
      </w:r>
      <w:r>
        <w:rPr>
          <w:lang w:eastAsia="en-US"/>
        </w:rPr>
        <w:t xml:space="preserve"> </w:t>
      </w:r>
      <w:r w:rsidRPr="006814DC">
        <w:rPr>
          <w:lang w:eastAsia="en-US"/>
        </w:rPr>
        <w:t>?</w:t>
      </w:r>
      <w:r>
        <w:rPr>
          <w:lang w:eastAsia="en-US"/>
        </w:rPr>
        <w:t xml:space="preserve"> </w:t>
      </w:r>
    </w:p>
    <w:p w:rsidR="009B361A" w:rsidRPr="00132AF4" w:rsidRDefault="009B361A" w:rsidP="00132AF4">
      <w:pPr>
        <w:jc w:val="both"/>
        <w:rPr>
          <w:b/>
        </w:rPr>
      </w:pPr>
    </w:p>
    <w:p w:rsidR="009B361A" w:rsidRPr="00BD5438" w:rsidRDefault="009B361A" w:rsidP="009A203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IL DORMIGLIONE</w:t>
      </w:r>
    </w:p>
    <w:p w:rsidR="009B361A" w:rsidRPr="00B07677" w:rsidRDefault="009B361A" w:rsidP="00BD5438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9B361A" w:rsidRPr="00BD5438" w:rsidRDefault="009B361A" w:rsidP="00BD5438">
      <w:pPr>
        <w:pStyle w:val="ListParagraph"/>
        <w:ind w:left="709"/>
        <w:jc w:val="both"/>
        <w:rPr>
          <w:rStyle w:val="testobold"/>
          <w:rFonts w:ascii="Times New Roman" w:hAnsi="Times New Roman"/>
          <w:sz w:val="24"/>
          <w:szCs w:val="24"/>
        </w:rPr>
      </w:pPr>
      <w:r w:rsidRPr="00B07677">
        <w:rPr>
          <w:rFonts w:ascii="Times New Roman" w:hAnsi="Times New Roman"/>
          <w:sz w:val="24"/>
          <w:szCs w:val="24"/>
        </w:rPr>
        <w:t>Emanuele</w:t>
      </w:r>
      <w:r>
        <w:rPr>
          <w:rFonts w:ascii="Times New Roman" w:hAnsi="Times New Roman"/>
          <w:sz w:val="24"/>
          <w:szCs w:val="24"/>
        </w:rPr>
        <w:t xml:space="preserve"> soff</w:t>
      </w:r>
      <w:r w:rsidRPr="00B07677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d’insonnia.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giorno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alle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11:11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precise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gli aff</w:t>
      </w:r>
      <w:r w:rsidRPr="00B07677">
        <w:rPr>
          <w:rFonts w:ascii="Times New Roman" w:hAnsi="Times New Roman"/>
          <w:sz w:val="24"/>
          <w:szCs w:val="24"/>
        </w:rPr>
        <w:t>erma:</w:t>
      </w:r>
      <w:r>
        <w:rPr>
          <w:rFonts w:ascii="Times New Roman" w:hAnsi="Times New Roman"/>
          <w:sz w:val="24"/>
          <w:szCs w:val="24"/>
        </w:rPr>
        <w:t xml:space="preserve"> “N</w:t>
      </w:r>
      <w:r w:rsidRPr="00B07677"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dormo 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ore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minuti”.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ora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 xml:space="preserve"> è </w:t>
      </w:r>
      <w:r w:rsidRPr="00B07677">
        <w:rPr>
          <w:rFonts w:ascii="Times New Roman" w:hAnsi="Times New Roman"/>
          <w:sz w:val="24"/>
          <w:szCs w:val="24"/>
        </w:rPr>
        <w:t>svegliato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l’ultima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7677">
        <w:rPr>
          <w:rFonts w:ascii="Times New Roman" w:hAnsi="Times New Roman"/>
          <w:sz w:val="24"/>
          <w:szCs w:val="24"/>
        </w:rPr>
        <w:t>volta?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9B361A" w:rsidRPr="003F49F1" w:rsidRDefault="009B361A" w:rsidP="00B3405A">
      <w:pPr>
        <w:pStyle w:val="NormalWeb"/>
        <w:numPr>
          <w:ilvl w:val="0"/>
          <w:numId w:val="20"/>
        </w:numPr>
        <w:spacing w:line="276" w:lineRule="auto"/>
        <w:ind w:left="708"/>
        <w:jc w:val="both"/>
        <w:rPr>
          <w:rStyle w:val="testobold"/>
        </w:rPr>
      </w:pPr>
      <w:r>
        <w:rPr>
          <w:rStyle w:val="testobold"/>
          <w:b/>
        </w:rPr>
        <w:t xml:space="preserve">GLI SPORTIVI </w:t>
      </w:r>
    </w:p>
    <w:p w:rsidR="009B361A" w:rsidRPr="006704D6" w:rsidRDefault="009B361A" w:rsidP="00BD5438">
      <w:pPr>
        <w:pStyle w:val="NormalWeb"/>
        <w:spacing w:line="276" w:lineRule="auto"/>
        <w:ind w:left="708"/>
        <w:jc w:val="both"/>
      </w:pPr>
      <w:r w:rsidRPr="00B3405A">
        <w:t xml:space="preserve">In un insieme di </w:t>
      </w:r>
      <w:r>
        <w:t xml:space="preserve">143 studenti </w:t>
      </w:r>
      <w:r w:rsidRPr="00B3405A">
        <w:t xml:space="preserve"> </w:t>
      </w:r>
      <w:r>
        <w:t xml:space="preserve">è stata fatta un’indagine sul tipo di sport praticato  (calcio, basket e pallavolo): 7 ragazzi praticano tutti e tre gli sport; 17 praticano sia la pallavolo che il basket; 23 praticano sia il basket che il calcio; 32  praticano sia la pallavolo che il calcio. I ragazzi a cui piace la pallavolo sono 72, i ragazzi  a cui piace solo il basket sono 27. Quanti studenti  praticano solo il calcio? </w:t>
      </w:r>
    </w:p>
    <w:p w:rsidR="009B361A" w:rsidRPr="00066B65" w:rsidRDefault="009B361A" w:rsidP="00066B65">
      <w:pPr>
        <w:pStyle w:val="ListParagraph"/>
        <w:numPr>
          <w:ilvl w:val="0"/>
          <w:numId w:val="20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IL CINGHIALE E IL MAIALE </w:t>
      </w:r>
    </w:p>
    <w:p w:rsidR="009B361A" w:rsidRDefault="009B361A" w:rsidP="00BD5438">
      <w:pPr>
        <w:spacing w:line="276" w:lineRule="auto"/>
        <w:ind w:left="709"/>
        <w:jc w:val="both"/>
        <w:rPr>
          <w:lang w:eastAsia="en-US"/>
        </w:rPr>
      </w:pPr>
      <w:r>
        <w:rPr>
          <w:lang w:eastAsia="en-US"/>
        </w:rPr>
        <w:t>Un cinghiale dice ad un maiale: “ Se prendessi 20 kg del tuo carico, il peso che mi opprime sarebbe il doppio del tuo!”. Il maiale risponde: “ Se prendessi 20 kg del tuo peso, io porterei un carico uguale al tuo!”. Che peso porta il cinghiale?</w:t>
      </w:r>
    </w:p>
    <w:p w:rsidR="009B361A" w:rsidRPr="00BD5438" w:rsidRDefault="009B361A" w:rsidP="00BD5438">
      <w:pPr>
        <w:ind w:left="709"/>
        <w:jc w:val="both"/>
      </w:pPr>
    </w:p>
    <w:p w:rsidR="009B361A" w:rsidRDefault="009B361A" w:rsidP="00BD5438">
      <w:pPr>
        <w:spacing w:line="276" w:lineRule="auto"/>
        <w:ind w:left="709"/>
        <w:jc w:val="both"/>
      </w:pPr>
    </w:p>
    <w:p w:rsidR="009B361A" w:rsidRDefault="009B361A" w:rsidP="00A5490C">
      <w:pPr>
        <w:spacing w:line="276" w:lineRule="auto"/>
        <w:ind w:left="720"/>
        <w:jc w:val="both"/>
      </w:pPr>
    </w:p>
    <w:sectPr w:rsidR="009B361A" w:rsidSect="007850A7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1A" w:rsidRDefault="009B361A">
      <w:r>
        <w:separator/>
      </w:r>
    </w:p>
  </w:endnote>
  <w:endnote w:type="continuationSeparator" w:id="0">
    <w:p w:rsidR="009B361A" w:rsidRDefault="009B3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1A" w:rsidRDefault="009B361A" w:rsidP="00DD4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361A" w:rsidRDefault="009B361A" w:rsidP="003045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1A" w:rsidRDefault="009B361A" w:rsidP="00DD4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B361A" w:rsidRDefault="009B361A" w:rsidP="0030456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1A" w:rsidRDefault="009B361A">
      <w:r>
        <w:separator/>
      </w:r>
    </w:p>
  </w:footnote>
  <w:footnote w:type="continuationSeparator" w:id="0">
    <w:p w:rsidR="009B361A" w:rsidRDefault="009B36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520"/>
    <w:multiLevelType w:val="hybridMultilevel"/>
    <w:tmpl w:val="5C1E7B5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60303"/>
    <w:multiLevelType w:val="hybridMultilevel"/>
    <w:tmpl w:val="5C1E7B5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02067"/>
    <w:multiLevelType w:val="hybridMultilevel"/>
    <w:tmpl w:val="393C194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B63AC9"/>
    <w:multiLevelType w:val="multilevel"/>
    <w:tmpl w:val="B002D15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7D6FDB"/>
    <w:multiLevelType w:val="multilevel"/>
    <w:tmpl w:val="B002D15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5308A0"/>
    <w:multiLevelType w:val="hybridMultilevel"/>
    <w:tmpl w:val="E1B0CAEC"/>
    <w:lvl w:ilvl="0" w:tplc="799EFEE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9B5EBC"/>
    <w:multiLevelType w:val="hybridMultilevel"/>
    <w:tmpl w:val="1F0ECB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BC278E"/>
    <w:multiLevelType w:val="hybridMultilevel"/>
    <w:tmpl w:val="7BF28E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AA3AB1"/>
    <w:multiLevelType w:val="multilevel"/>
    <w:tmpl w:val="B002D15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06748D"/>
    <w:multiLevelType w:val="hybridMultilevel"/>
    <w:tmpl w:val="6DE0BD2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4961AF"/>
    <w:multiLevelType w:val="hybridMultilevel"/>
    <w:tmpl w:val="6FFA3B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CF170F"/>
    <w:multiLevelType w:val="hybridMultilevel"/>
    <w:tmpl w:val="85F8E140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375C48"/>
    <w:multiLevelType w:val="hybridMultilevel"/>
    <w:tmpl w:val="1C540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AD5AC0"/>
    <w:multiLevelType w:val="hybridMultilevel"/>
    <w:tmpl w:val="CA408648"/>
    <w:lvl w:ilvl="0" w:tplc="2AA212B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205F4F"/>
    <w:multiLevelType w:val="hybridMultilevel"/>
    <w:tmpl w:val="D7AEBC7A"/>
    <w:lvl w:ilvl="0" w:tplc="145C5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4161DA"/>
    <w:multiLevelType w:val="hybridMultilevel"/>
    <w:tmpl w:val="7B748042"/>
    <w:lvl w:ilvl="0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FF962F1"/>
    <w:multiLevelType w:val="hybridMultilevel"/>
    <w:tmpl w:val="E29E8C2E"/>
    <w:lvl w:ilvl="0" w:tplc="1FE4CA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1503E"/>
    <w:multiLevelType w:val="hybridMultilevel"/>
    <w:tmpl w:val="269ECD7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2F2912"/>
    <w:multiLevelType w:val="hybridMultilevel"/>
    <w:tmpl w:val="B17EE338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6E86C60"/>
    <w:multiLevelType w:val="multilevel"/>
    <w:tmpl w:val="9050BBB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C87E20"/>
    <w:multiLevelType w:val="multilevel"/>
    <w:tmpl w:val="CA40864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2E4F0F"/>
    <w:multiLevelType w:val="hybridMultilevel"/>
    <w:tmpl w:val="23EED2E8"/>
    <w:lvl w:ilvl="0" w:tplc="C166FB4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2">
    <w:nsid w:val="7ED32A99"/>
    <w:multiLevelType w:val="hybridMultilevel"/>
    <w:tmpl w:val="B002D150"/>
    <w:lvl w:ilvl="0" w:tplc="2AA212B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BA448B"/>
    <w:multiLevelType w:val="hybridMultilevel"/>
    <w:tmpl w:val="7B748042"/>
    <w:lvl w:ilvl="0" w:tplc="0410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1"/>
  </w:num>
  <w:num w:numId="5">
    <w:abstractNumId w:val="0"/>
  </w:num>
  <w:num w:numId="6">
    <w:abstractNumId w:val="18"/>
  </w:num>
  <w:num w:numId="7">
    <w:abstractNumId w:val="6"/>
  </w:num>
  <w:num w:numId="8">
    <w:abstractNumId w:val="21"/>
  </w:num>
  <w:num w:numId="9">
    <w:abstractNumId w:val="12"/>
  </w:num>
  <w:num w:numId="10">
    <w:abstractNumId w:val="23"/>
  </w:num>
  <w:num w:numId="11">
    <w:abstractNumId w:val="15"/>
  </w:num>
  <w:num w:numId="12">
    <w:abstractNumId w:val="7"/>
  </w:num>
  <w:num w:numId="13">
    <w:abstractNumId w:val="22"/>
  </w:num>
  <w:num w:numId="14">
    <w:abstractNumId w:val="4"/>
  </w:num>
  <w:num w:numId="15">
    <w:abstractNumId w:val="13"/>
  </w:num>
  <w:num w:numId="16">
    <w:abstractNumId w:val="19"/>
  </w:num>
  <w:num w:numId="17">
    <w:abstractNumId w:val="3"/>
  </w:num>
  <w:num w:numId="18">
    <w:abstractNumId w:val="8"/>
  </w:num>
  <w:num w:numId="19">
    <w:abstractNumId w:val="20"/>
  </w:num>
  <w:num w:numId="20">
    <w:abstractNumId w:val="14"/>
  </w:num>
  <w:num w:numId="21">
    <w:abstractNumId w:val="16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5352"/>
    <w:rsid w:val="00011B6A"/>
    <w:rsid w:val="000233F8"/>
    <w:rsid w:val="000372BD"/>
    <w:rsid w:val="000405DC"/>
    <w:rsid w:val="00045FA8"/>
    <w:rsid w:val="00051086"/>
    <w:rsid w:val="00053E2D"/>
    <w:rsid w:val="0006465A"/>
    <w:rsid w:val="00066B65"/>
    <w:rsid w:val="000C59A1"/>
    <w:rsid w:val="000C5DA5"/>
    <w:rsid w:val="000C761C"/>
    <w:rsid w:val="000E2C23"/>
    <w:rsid w:val="0010124A"/>
    <w:rsid w:val="0010384C"/>
    <w:rsid w:val="00104A7F"/>
    <w:rsid w:val="0011746F"/>
    <w:rsid w:val="00123654"/>
    <w:rsid w:val="00132AF4"/>
    <w:rsid w:val="00135F59"/>
    <w:rsid w:val="00147B03"/>
    <w:rsid w:val="00153F2F"/>
    <w:rsid w:val="00156A4B"/>
    <w:rsid w:val="00162C11"/>
    <w:rsid w:val="00186429"/>
    <w:rsid w:val="001A58D2"/>
    <w:rsid w:val="001B4086"/>
    <w:rsid w:val="001B67D5"/>
    <w:rsid w:val="001D2A2A"/>
    <w:rsid w:val="001D3EDA"/>
    <w:rsid w:val="001D724F"/>
    <w:rsid w:val="001E2B47"/>
    <w:rsid w:val="001E380D"/>
    <w:rsid w:val="001E53B2"/>
    <w:rsid w:val="001E5A67"/>
    <w:rsid w:val="001F73FA"/>
    <w:rsid w:val="002066C4"/>
    <w:rsid w:val="002271BC"/>
    <w:rsid w:val="0023293C"/>
    <w:rsid w:val="002337EE"/>
    <w:rsid w:val="00246AC6"/>
    <w:rsid w:val="00256061"/>
    <w:rsid w:val="002935D4"/>
    <w:rsid w:val="002A017A"/>
    <w:rsid w:val="002A5761"/>
    <w:rsid w:val="002E6F26"/>
    <w:rsid w:val="0030456C"/>
    <w:rsid w:val="00312BF8"/>
    <w:rsid w:val="0032492E"/>
    <w:rsid w:val="00335247"/>
    <w:rsid w:val="00341A8B"/>
    <w:rsid w:val="003510C9"/>
    <w:rsid w:val="00362E23"/>
    <w:rsid w:val="00364A14"/>
    <w:rsid w:val="00370AE1"/>
    <w:rsid w:val="0037435F"/>
    <w:rsid w:val="00375EB3"/>
    <w:rsid w:val="00384875"/>
    <w:rsid w:val="00387547"/>
    <w:rsid w:val="003940B5"/>
    <w:rsid w:val="003944A5"/>
    <w:rsid w:val="00395352"/>
    <w:rsid w:val="003A5EB9"/>
    <w:rsid w:val="003B425C"/>
    <w:rsid w:val="003B4CDA"/>
    <w:rsid w:val="003C0C12"/>
    <w:rsid w:val="003C2BF3"/>
    <w:rsid w:val="003C3FAD"/>
    <w:rsid w:val="003D0A3E"/>
    <w:rsid w:val="003E4603"/>
    <w:rsid w:val="003F49F1"/>
    <w:rsid w:val="0040552E"/>
    <w:rsid w:val="00414A77"/>
    <w:rsid w:val="004156C2"/>
    <w:rsid w:val="00422ECF"/>
    <w:rsid w:val="00427709"/>
    <w:rsid w:val="00436C3F"/>
    <w:rsid w:val="00447812"/>
    <w:rsid w:val="00450D58"/>
    <w:rsid w:val="004600BD"/>
    <w:rsid w:val="00473982"/>
    <w:rsid w:val="004820FD"/>
    <w:rsid w:val="00484221"/>
    <w:rsid w:val="004B7C37"/>
    <w:rsid w:val="004C739D"/>
    <w:rsid w:val="004D522E"/>
    <w:rsid w:val="004E5CE1"/>
    <w:rsid w:val="00504682"/>
    <w:rsid w:val="00536285"/>
    <w:rsid w:val="00536748"/>
    <w:rsid w:val="00562024"/>
    <w:rsid w:val="0058694F"/>
    <w:rsid w:val="005A072B"/>
    <w:rsid w:val="005B3D55"/>
    <w:rsid w:val="005C090E"/>
    <w:rsid w:val="005C30B3"/>
    <w:rsid w:val="005C3C05"/>
    <w:rsid w:val="005C5D51"/>
    <w:rsid w:val="005E13D2"/>
    <w:rsid w:val="005E4DF1"/>
    <w:rsid w:val="005E7237"/>
    <w:rsid w:val="005F6AF9"/>
    <w:rsid w:val="006000BB"/>
    <w:rsid w:val="00604EDD"/>
    <w:rsid w:val="00615074"/>
    <w:rsid w:val="00615FEA"/>
    <w:rsid w:val="00621884"/>
    <w:rsid w:val="00626BCB"/>
    <w:rsid w:val="0064461C"/>
    <w:rsid w:val="00660D28"/>
    <w:rsid w:val="006704D6"/>
    <w:rsid w:val="00673E6A"/>
    <w:rsid w:val="006814DC"/>
    <w:rsid w:val="006B6028"/>
    <w:rsid w:val="006D0A62"/>
    <w:rsid w:val="007079B2"/>
    <w:rsid w:val="00710C5B"/>
    <w:rsid w:val="00714484"/>
    <w:rsid w:val="007543D4"/>
    <w:rsid w:val="0076326D"/>
    <w:rsid w:val="00766E84"/>
    <w:rsid w:val="007773E8"/>
    <w:rsid w:val="00780B66"/>
    <w:rsid w:val="00782F13"/>
    <w:rsid w:val="007850A7"/>
    <w:rsid w:val="007A130E"/>
    <w:rsid w:val="007B5CC8"/>
    <w:rsid w:val="007C63A3"/>
    <w:rsid w:val="00813736"/>
    <w:rsid w:val="0082142D"/>
    <w:rsid w:val="00822A4F"/>
    <w:rsid w:val="008340C2"/>
    <w:rsid w:val="00840CB1"/>
    <w:rsid w:val="008614AE"/>
    <w:rsid w:val="00895807"/>
    <w:rsid w:val="008B0A94"/>
    <w:rsid w:val="008D3846"/>
    <w:rsid w:val="008F3EA8"/>
    <w:rsid w:val="00903F31"/>
    <w:rsid w:val="00915EE2"/>
    <w:rsid w:val="00916601"/>
    <w:rsid w:val="00944A5A"/>
    <w:rsid w:val="00952051"/>
    <w:rsid w:val="009574A8"/>
    <w:rsid w:val="00957DB8"/>
    <w:rsid w:val="00961DF5"/>
    <w:rsid w:val="00973178"/>
    <w:rsid w:val="0099676E"/>
    <w:rsid w:val="009A203B"/>
    <w:rsid w:val="009A363D"/>
    <w:rsid w:val="009B358A"/>
    <w:rsid w:val="009B361A"/>
    <w:rsid w:val="009C3367"/>
    <w:rsid w:val="009C5D40"/>
    <w:rsid w:val="009D019A"/>
    <w:rsid w:val="009D2D30"/>
    <w:rsid w:val="009E202B"/>
    <w:rsid w:val="009E205C"/>
    <w:rsid w:val="009E532D"/>
    <w:rsid w:val="00A25877"/>
    <w:rsid w:val="00A404D7"/>
    <w:rsid w:val="00A4679D"/>
    <w:rsid w:val="00A5490C"/>
    <w:rsid w:val="00A64C4C"/>
    <w:rsid w:val="00A72626"/>
    <w:rsid w:val="00A766AF"/>
    <w:rsid w:val="00AA1B23"/>
    <w:rsid w:val="00AA71C7"/>
    <w:rsid w:val="00AD06B6"/>
    <w:rsid w:val="00AD279F"/>
    <w:rsid w:val="00AE5EC1"/>
    <w:rsid w:val="00AE7D30"/>
    <w:rsid w:val="00B07677"/>
    <w:rsid w:val="00B20A8C"/>
    <w:rsid w:val="00B33937"/>
    <w:rsid w:val="00B3405A"/>
    <w:rsid w:val="00B40401"/>
    <w:rsid w:val="00B4512A"/>
    <w:rsid w:val="00B45A74"/>
    <w:rsid w:val="00BA644B"/>
    <w:rsid w:val="00BB0663"/>
    <w:rsid w:val="00BB41A8"/>
    <w:rsid w:val="00BD0FDA"/>
    <w:rsid w:val="00BD2ED0"/>
    <w:rsid w:val="00BD5438"/>
    <w:rsid w:val="00BF4D78"/>
    <w:rsid w:val="00C036CF"/>
    <w:rsid w:val="00C1589F"/>
    <w:rsid w:val="00C42638"/>
    <w:rsid w:val="00C53404"/>
    <w:rsid w:val="00C658E0"/>
    <w:rsid w:val="00C77AC3"/>
    <w:rsid w:val="00C81BA3"/>
    <w:rsid w:val="00C9466D"/>
    <w:rsid w:val="00CA1694"/>
    <w:rsid w:val="00CB77F1"/>
    <w:rsid w:val="00CC1F1A"/>
    <w:rsid w:val="00CD3EA0"/>
    <w:rsid w:val="00D100CB"/>
    <w:rsid w:val="00D1026C"/>
    <w:rsid w:val="00D11599"/>
    <w:rsid w:val="00D26AF0"/>
    <w:rsid w:val="00D327C9"/>
    <w:rsid w:val="00D70458"/>
    <w:rsid w:val="00D70FCB"/>
    <w:rsid w:val="00D7110A"/>
    <w:rsid w:val="00D80851"/>
    <w:rsid w:val="00D85C57"/>
    <w:rsid w:val="00DA0A0C"/>
    <w:rsid w:val="00DA6B09"/>
    <w:rsid w:val="00DB5B81"/>
    <w:rsid w:val="00DD4E9B"/>
    <w:rsid w:val="00DD58A1"/>
    <w:rsid w:val="00E178C6"/>
    <w:rsid w:val="00E302F2"/>
    <w:rsid w:val="00E336B9"/>
    <w:rsid w:val="00E856AE"/>
    <w:rsid w:val="00E93B9E"/>
    <w:rsid w:val="00EB09FC"/>
    <w:rsid w:val="00F05995"/>
    <w:rsid w:val="00F06B1A"/>
    <w:rsid w:val="00F21192"/>
    <w:rsid w:val="00F26478"/>
    <w:rsid w:val="00F308F0"/>
    <w:rsid w:val="00F312B8"/>
    <w:rsid w:val="00F76B81"/>
    <w:rsid w:val="00F9415D"/>
    <w:rsid w:val="00F97C33"/>
    <w:rsid w:val="00FA0B10"/>
    <w:rsid w:val="00FA1D99"/>
    <w:rsid w:val="00FB415F"/>
    <w:rsid w:val="00FC55A1"/>
    <w:rsid w:val="00FD7B0D"/>
    <w:rsid w:val="00FF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0A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50A7"/>
    <w:pPr>
      <w:keepNext/>
      <w:ind w:left="1800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850A7"/>
    <w:pPr>
      <w:keepNext/>
      <w:ind w:left="720"/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75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75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7850A7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ED375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7850A7"/>
    <w:pPr>
      <w:jc w:val="center"/>
    </w:pPr>
    <w:rPr>
      <w:b/>
      <w:bCs/>
      <w:color w:val="FF6600"/>
      <w:sz w:val="14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9466D"/>
    <w:rPr>
      <w:b/>
      <w:color w:val="FF6600"/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7850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7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850A7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7850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37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50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3755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850A7"/>
    <w:pPr>
      <w:ind w:left="720"/>
    </w:pPr>
    <w:rPr>
      <w:b/>
      <w:bCs/>
      <w:sz w:val="3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D3755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850A7"/>
    <w:pPr>
      <w:ind w:left="720"/>
    </w:pPr>
    <w:rPr>
      <w:sz w:val="3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D3755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B67D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D3755"/>
    <w:rPr>
      <w:sz w:val="16"/>
      <w:szCs w:val="16"/>
    </w:rPr>
  </w:style>
  <w:style w:type="paragraph" w:styleId="BlockText">
    <w:name w:val="Block Text"/>
    <w:basedOn w:val="Normal"/>
    <w:uiPriority w:val="99"/>
    <w:rsid w:val="001B67D5"/>
    <w:pPr>
      <w:ind w:left="360" w:right="-54"/>
    </w:pPr>
    <w:rPr>
      <w:rFonts w:ascii="Arial" w:hAnsi="Arial" w:cs="Arial"/>
    </w:rPr>
  </w:style>
  <w:style w:type="paragraph" w:styleId="NormalWeb">
    <w:name w:val="Normal (Web)"/>
    <w:basedOn w:val="Normal"/>
    <w:uiPriority w:val="99"/>
    <w:rsid w:val="00944A5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61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30456C"/>
    <w:rPr>
      <w:rFonts w:cs="Times New Roman"/>
    </w:rPr>
  </w:style>
  <w:style w:type="table" w:styleId="TableGrid">
    <w:name w:val="Table Grid"/>
    <w:basedOn w:val="TableNormal"/>
    <w:uiPriority w:val="99"/>
    <w:rsid w:val="00436C3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bold">
    <w:name w:val="testobold"/>
    <w:uiPriority w:val="99"/>
    <w:rsid w:val="003C0C12"/>
  </w:style>
  <w:style w:type="paragraph" w:styleId="BalloonText">
    <w:name w:val="Balloon Text"/>
    <w:basedOn w:val="Normal"/>
    <w:link w:val="BalloonTextChar"/>
    <w:uiPriority w:val="99"/>
    <w:rsid w:val="003C3F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C3F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390</Words>
  <Characters>2228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 TORNEO DI GIOCHI MATEMATICI A SQUADRE</dc:title>
  <dc:subject/>
  <dc:creator>germi</dc:creator>
  <cp:keywords/>
  <dc:description/>
  <cp:lastModifiedBy>Gabriele</cp:lastModifiedBy>
  <cp:revision>2</cp:revision>
  <cp:lastPrinted>2018-03-21T13:24:00Z</cp:lastPrinted>
  <dcterms:created xsi:type="dcterms:W3CDTF">2018-03-24T06:23:00Z</dcterms:created>
  <dcterms:modified xsi:type="dcterms:W3CDTF">2018-03-24T06:23:00Z</dcterms:modified>
</cp:coreProperties>
</file>